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3BE9" w14:textId="543127BB" w:rsidR="009A4A8C" w:rsidRDefault="009A4A8C" w:rsidP="009A4A8C">
      <w:pPr>
        <w:jc w:val="center"/>
        <w:rPr>
          <w:b/>
          <w:bCs/>
          <w:color w:val="00A766"/>
          <w:sz w:val="28"/>
          <w:szCs w:val="18"/>
        </w:rPr>
      </w:pPr>
      <w:r w:rsidRPr="009A4A8C">
        <w:rPr>
          <w:b/>
          <w:bCs/>
          <w:color w:val="00A766"/>
          <w:sz w:val="28"/>
          <w:szCs w:val="18"/>
        </w:rPr>
        <w:t>Aftaleseddel</w:t>
      </w:r>
      <w:r w:rsidR="00087880">
        <w:rPr>
          <w:b/>
          <w:bCs/>
          <w:color w:val="00A766"/>
          <w:sz w:val="28"/>
          <w:szCs w:val="18"/>
        </w:rPr>
        <w:t xml:space="preserve"> – Skema 01</w:t>
      </w:r>
    </w:p>
    <w:p w14:paraId="4379959C" w14:textId="77777777" w:rsidR="0046377D" w:rsidRPr="0071704A" w:rsidRDefault="0046377D" w:rsidP="009A4A8C">
      <w:pPr>
        <w:jc w:val="center"/>
        <w:rPr>
          <w:color w:val="E94F35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1985"/>
        <w:gridCol w:w="992"/>
        <w:gridCol w:w="975"/>
        <w:gridCol w:w="2427"/>
      </w:tblGrid>
      <w:tr w:rsidR="009A4A8C" w:rsidRPr="0071704A" w14:paraId="0027AD60" w14:textId="77777777" w:rsidTr="009A4A8C">
        <w:trPr>
          <w:cantSplit/>
        </w:trPr>
        <w:tc>
          <w:tcPr>
            <w:tcW w:w="3327" w:type="dxa"/>
          </w:tcPr>
          <w:p w14:paraId="4CC338E1" w14:textId="77777777" w:rsidR="009A4A8C" w:rsidRPr="009A4A8C" w:rsidRDefault="009A4A8C" w:rsidP="00D409A3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Byggeplads:</w:t>
            </w:r>
          </w:p>
          <w:p w14:paraId="7869E467" w14:textId="77777777" w:rsidR="009A4A8C" w:rsidRPr="009A4A8C" w:rsidRDefault="009A4A8C" w:rsidP="00D409A3">
            <w:pPr>
              <w:rPr>
                <w:b/>
                <w:sz w:val="22"/>
              </w:rPr>
            </w:pPr>
          </w:p>
        </w:tc>
        <w:tc>
          <w:tcPr>
            <w:tcW w:w="2977" w:type="dxa"/>
            <w:gridSpan w:val="2"/>
          </w:tcPr>
          <w:p w14:paraId="116C4D5D" w14:textId="77777777" w:rsidR="009A4A8C" w:rsidRPr="009A4A8C" w:rsidRDefault="009A4A8C" w:rsidP="00D409A3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Entreprise:</w:t>
            </w:r>
          </w:p>
        </w:tc>
        <w:tc>
          <w:tcPr>
            <w:tcW w:w="3402" w:type="dxa"/>
            <w:gridSpan w:val="2"/>
          </w:tcPr>
          <w:p w14:paraId="02E0ABB3" w14:textId="77777777" w:rsidR="009A4A8C" w:rsidRPr="009A4A8C" w:rsidRDefault="009A4A8C" w:rsidP="00D409A3">
            <w:pPr>
              <w:rPr>
                <w:sz w:val="22"/>
              </w:rPr>
            </w:pPr>
            <w:r w:rsidRPr="009A4A8C">
              <w:rPr>
                <w:b/>
                <w:sz w:val="22"/>
              </w:rPr>
              <w:t>Dato:</w:t>
            </w:r>
          </w:p>
        </w:tc>
      </w:tr>
      <w:tr w:rsidR="009A4A8C" w:rsidRPr="0071704A" w14:paraId="44595B2E" w14:textId="77777777" w:rsidTr="009A4A8C">
        <w:trPr>
          <w:cantSplit/>
        </w:trPr>
        <w:tc>
          <w:tcPr>
            <w:tcW w:w="3327" w:type="dxa"/>
          </w:tcPr>
          <w:p w14:paraId="63137E01" w14:textId="77777777" w:rsidR="009A4A8C" w:rsidRPr="009A4A8C" w:rsidRDefault="009A4A8C" w:rsidP="009A4A8C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Bygherre/kunde:</w:t>
            </w:r>
          </w:p>
          <w:p w14:paraId="7DD5EA3D" w14:textId="71E1A407" w:rsidR="009A4A8C" w:rsidRPr="00852369" w:rsidRDefault="009A4A8C" w:rsidP="009A4A8C">
            <w:pPr>
              <w:spacing w:line="300" w:lineRule="auto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____________________________</w:t>
            </w:r>
          </w:p>
          <w:p w14:paraId="12882C5C" w14:textId="785E9C9F" w:rsidR="009A4A8C" w:rsidRPr="00852369" w:rsidRDefault="009A4A8C" w:rsidP="009A4A8C">
            <w:pPr>
              <w:spacing w:line="300" w:lineRule="auto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____________________________</w:t>
            </w:r>
          </w:p>
          <w:p w14:paraId="0D1A8530" w14:textId="60AB782B" w:rsidR="009A4A8C" w:rsidRPr="00852369" w:rsidRDefault="009A4A8C" w:rsidP="009A4A8C">
            <w:pPr>
              <w:spacing w:line="300" w:lineRule="auto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____________________________</w:t>
            </w:r>
          </w:p>
          <w:p w14:paraId="3B501B5B" w14:textId="2D2E05EE" w:rsidR="009A4A8C" w:rsidRPr="009A4A8C" w:rsidRDefault="009A4A8C" w:rsidP="009A4A8C">
            <w:pPr>
              <w:rPr>
                <w:b/>
                <w:sz w:val="22"/>
              </w:rPr>
            </w:pPr>
            <w:r w:rsidRPr="00852369">
              <w:rPr>
                <w:bCs/>
                <w:sz w:val="22"/>
              </w:rPr>
              <w:t>____________________________</w:t>
            </w:r>
          </w:p>
        </w:tc>
        <w:tc>
          <w:tcPr>
            <w:tcW w:w="2977" w:type="dxa"/>
            <w:gridSpan w:val="2"/>
          </w:tcPr>
          <w:p w14:paraId="0B364E26" w14:textId="0E91F8A5" w:rsidR="009A4A8C" w:rsidRPr="009A4A8C" w:rsidRDefault="009A4A8C" w:rsidP="00D409A3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Autoriseret virksomhed:</w:t>
            </w:r>
          </w:p>
        </w:tc>
        <w:tc>
          <w:tcPr>
            <w:tcW w:w="3402" w:type="dxa"/>
            <w:gridSpan w:val="2"/>
          </w:tcPr>
          <w:p w14:paraId="3D60C459" w14:textId="5E264187" w:rsidR="009A4A8C" w:rsidRPr="009A4A8C" w:rsidRDefault="009A4A8C" w:rsidP="00D409A3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Arbejdet udføres i perioden:</w:t>
            </w:r>
          </w:p>
        </w:tc>
      </w:tr>
      <w:tr w:rsidR="009A4A8C" w:rsidRPr="0071704A" w14:paraId="56748330" w14:textId="77777777" w:rsidTr="0028353B">
        <w:trPr>
          <w:cantSplit/>
          <w:trHeight w:val="4352"/>
        </w:trPr>
        <w:tc>
          <w:tcPr>
            <w:tcW w:w="9706" w:type="dxa"/>
            <w:gridSpan w:val="5"/>
          </w:tcPr>
          <w:p w14:paraId="4C700F3A" w14:textId="0C50AE2C" w:rsidR="009A4A8C" w:rsidRPr="009A4A8C" w:rsidRDefault="009A4A8C" w:rsidP="009A4A8C">
            <w:pPr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Arbejdsopgave/beskrivelse af arbejdet:</w:t>
            </w:r>
          </w:p>
          <w:p w14:paraId="14FAE068" w14:textId="77777777" w:rsidR="009A4A8C" w:rsidRPr="009A4A8C" w:rsidRDefault="009A4A8C" w:rsidP="009A4A8C">
            <w:pPr>
              <w:rPr>
                <w:b/>
                <w:sz w:val="22"/>
              </w:rPr>
            </w:pPr>
          </w:p>
          <w:p w14:paraId="71654E2A" w14:textId="77777777" w:rsidR="009A4A8C" w:rsidRPr="009A4A8C" w:rsidRDefault="009A4A8C" w:rsidP="00D409A3">
            <w:pPr>
              <w:rPr>
                <w:b/>
                <w:sz w:val="22"/>
              </w:rPr>
            </w:pPr>
          </w:p>
        </w:tc>
      </w:tr>
      <w:tr w:rsidR="009A4A8C" w:rsidRPr="0071704A" w14:paraId="5182C950" w14:textId="77777777" w:rsidTr="00571636">
        <w:trPr>
          <w:cantSplit/>
          <w:trHeight w:val="1268"/>
        </w:trPr>
        <w:tc>
          <w:tcPr>
            <w:tcW w:w="9706" w:type="dxa"/>
            <w:gridSpan w:val="5"/>
          </w:tcPr>
          <w:p w14:paraId="7DEA4168" w14:textId="77777777" w:rsidR="009A4A8C" w:rsidRPr="009A4A8C" w:rsidRDefault="009A4A8C" w:rsidP="009A4A8C">
            <w:pPr>
              <w:widowControl w:val="0"/>
              <w:rPr>
                <w:b/>
                <w:sz w:val="22"/>
              </w:rPr>
            </w:pPr>
            <w:r w:rsidRPr="009A4A8C">
              <w:rPr>
                <w:b/>
                <w:sz w:val="22"/>
              </w:rPr>
              <w:t>For nærværende aftale gælder i øvrigt følgende grundlag (sæt X):</w:t>
            </w:r>
          </w:p>
          <w:p w14:paraId="65887257" w14:textId="2466D748" w:rsidR="009A4A8C" w:rsidRDefault="00571636" w:rsidP="00852369">
            <w:pPr>
              <w:rPr>
                <w:sz w:val="22"/>
              </w:rPr>
            </w:pPr>
            <w:r w:rsidRPr="009A4A8C">
              <w:rPr>
                <w:sz w:val="22"/>
              </w:rPr>
              <w:t>___</w:t>
            </w:r>
            <w:r>
              <w:rPr>
                <w:sz w:val="22"/>
              </w:rPr>
              <w:t xml:space="preserve">  </w:t>
            </w:r>
            <w:r w:rsidRPr="00571636">
              <w:rPr>
                <w:sz w:val="22"/>
              </w:rPr>
              <w:t>AB 18 - Alm. betingelser for arbejde og leverancer i bygge- og anlægsvirksomhe</w:t>
            </w:r>
            <w:r>
              <w:rPr>
                <w:sz w:val="22"/>
              </w:rPr>
              <w:t>d</w:t>
            </w:r>
          </w:p>
          <w:p w14:paraId="16DA8AB0" w14:textId="62A0BC84" w:rsidR="00571636" w:rsidRDefault="00571636" w:rsidP="00852369">
            <w:pPr>
              <w:rPr>
                <w:sz w:val="22"/>
              </w:rPr>
            </w:pPr>
            <w:r w:rsidRPr="009A4A8C">
              <w:rPr>
                <w:sz w:val="22"/>
              </w:rPr>
              <w:t>___</w:t>
            </w:r>
            <w:r>
              <w:rPr>
                <w:sz w:val="22"/>
              </w:rPr>
              <w:t xml:space="preserve">  </w:t>
            </w:r>
            <w:r w:rsidRPr="00571636">
              <w:rPr>
                <w:sz w:val="22"/>
              </w:rPr>
              <w:t>AB - Forbruger, almindelige betingelser for aftaler med forbrugere</w:t>
            </w:r>
          </w:p>
          <w:p w14:paraId="770337DB" w14:textId="4D534913" w:rsidR="00571636" w:rsidRPr="009A4A8C" w:rsidRDefault="00571636" w:rsidP="00852369">
            <w:pPr>
              <w:rPr>
                <w:b/>
                <w:sz w:val="22"/>
              </w:rPr>
            </w:pPr>
            <w:r w:rsidRPr="009A4A8C">
              <w:rPr>
                <w:sz w:val="22"/>
              </w:rPr>
              <w:t>___</w:t>
            </w:r>
            <w:r>
              <w:rPr>
                <w:sz w:val="22"/>
              </w:rPr>
              <w:t xml:space="preserve">  </w:t>
            </w:r>
            <w:r w:rsidRPr="00571636">
              <w:rPr>
                <w:sz w:val="22"/>
              </w:rPr>
              <w:t>Entrepriseaftale eller andet skriftligt grundlag</w:t>
            </w:r>
          </w:p>
        </w:tc>
      </w:tr>
      <w:tr w:rsidR="00852369" w:rsidRPr="0071704A" w14:paraId="48F5F4A0" w14:textId="77777777" w:rsidTr="00571636">
        <w:trPr>
          <w:cantSplit/>
          <w:trHeight w:val="851"/>
        </w:trPr>
        <w:tc>
          <w:tcPr>
            <w:tcW w:w="5312" w:type="dxa"/>
            <w:gridSpan w:val="2"/>
          </w:tcPr>
          <w:p w14:paraId="46C44D8F" w14:textId="440D7F0F" w:rsidR="00852369" w:rsidRDefault="00852369" w:rsidP="009A4A8C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Ovennævnte arbejde betales efter (sæt x):</w:t>
            </w:r>
          </w:p>
          <w:p w14:paraId="73E05072" w14:textId="77777777" w:rsidR="00852369" w:rsidRPr="009A4A8C" w:rsidRDefault="00852369" w:rsidP="00852369">
            <w:pPr>
              <w:rPr>
                <w:sz w:val="22"/>
              </w:rPr>
            </w:pPr>
            <w:r w:rsidRPr="009A4A8C">
              <w:rPr>
                <w:sz w:val="22"/>
              </w:rPr>
              <w:t>___  Fast pris</w:t>
            </w:r>
          </w:p>
          <w:p w14:paraId="7F7B1C06" w14:textId="77777777" w:rsidR="00852369" w:rsidRDefault="00852369" w:rsidP="00852369">
            <w:pPr>
              <w:rPr>
                <w:sz w:val="22"/>
              </w:rPr>
            </w:pPr>
            <w:r w:rsidRPr="009A4A8C">
              <w:rPr>
                <w:sz w:val="22"/>
              </w:rPr>
              <w:t>___  Regning (beløbsrubrikken udfyldes ikke)</w:t>
            </w:r>
          </w:p>
          <w:p w14:paraId="397509B5" w14:textId="4EB13BCE" w:rsidR="00852369" w:rsidRPr="00852369" w:rsidRDefault="00852369" w:rsidP="00852369">
            <w:pPr>
              <w:rPr>
                <w:bCs/>
                <w:sz w:val="22"/>
              </w:rPr>
            </w:pPr>
            <w:r w:rsidRPr="009A4A8C">
              <w:rPr>
                <w:sz w:val="22"/>
              </w:rPr>
              <w:t xml:space="preserve">___  </w:t>
            </w:r>
            <w:r w:rsidRPr="00852369">
              <w:rPr>
                <w:bCs/>
                <w:sz w:val="22"/>
              </w:rPr>
              <w:t>Tilbud (forbehold for prisregulering i følge pris- og tidscirkulæret)</w:t>
            </w:r>
          </w:p>
          <w:p w14:paraId="23F6D677" w14:textId="77777777" w:rsidR="00852369" w:rsidRPr="009A4A8C" w:rsidRDefault="00852369" w:rsidP="009A4A8C">
            <w:pPr>
              <w:widowControl w:val="0"/>
              <w:rPr>
                <w:b/>
                <w:sz w:val="22"/>
              </w:rPr>
            </w:pPr>
          </w:p>
        </w:tc>
        <w:tc>
          <w:tcPr>
            <w:tcW w:w="1967" w:type="dxa"/>
            <w:gridSpan w:val="2"/>
          </w:tcPr>
          <w:p w14:paraId="1825B4E8" w14:textId="77777777" w:rsidR="00852369" w:rsidRDefault="00852369" w:rsidP="009A4A8C">
            <w:pPr>
              <w:widowControl w:val="0"/>
              <w:rPr>
                <w:b/>
                <w:sz w:val="22"/>
              </w:rPr>
            </w:pPr>
          </w:p>
          <w:p w14:paraId="78985BFA" w14:textId="77777777" w:rsidR="00852369" w:rsidRDefault="00852369" w:rsidP="009A4A8C">
            <w:pPr>
              <w:widowControl w:val="0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Pris</w:t>
            </w:r>
          </w:p>
          <w:p w14:paraId="768AA336" w14:textId="77777777" w:rsidR="00852369" w:rsidRDefault="00852369" w:rsidP="009A4A8C">
            <w:pPr>
              <w:widowControl w:val="0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+ 25% moms</w:t>
            </w:r>
          </w:p>
          <w:p w14:paraId="679CFB19" w14:textId="5422C6B2" w:rsidR="00852369" w:rsidRPr="00852369" w:rsidRDefault="00852369" w:rsidP="009A4A8C">
            <w:pPr>
              <w:widowControl w:val="0"/>
              <w:rPr>
                <w:bCs/>
                <w:sz w:val="22"/>
              </w:rPr>
            </w:pPr>
            <w:r w:rsidRPr="00852369">
              <w:rPr>
                <w:bCs/>
                <w:sz w:val="22"/>
              </w:rPr>
              <w:t>I alt</w:t>
            </w:r>
          </w:p>
        </w:tc>
        <w:tc>
          <w:tcPr>
            <w:tcW w:w="2427" w:type="dxa"/>
          </w:tcPr>
          <w:p w14:paraId="21E1562A" w14:textId="77777777" w:rsidR="00852369" w:rsidRDefault="00852369" w:rsidP="009A4A8C">
            <w:pPr>
              <w:widowControl w:val="0"/>
              <w:rPr>
                <w:b/>
                <w:sz w:val="22"/>
              </w:rPr>
            </w:pPr>
            <w:r>
              <w:rPr>
                <w:b/>
                <w:sz w:val="22"/>
              </w:rPr>
              <w:t>Kr.</w:t>
            </w:r>
          </w:p>
          <w:p w14:paraId="3F510F74" w14:textId="209FD6FD" w:rsidR="00852369" w:rsidRDefault="00852369" w:rsidP="009A4A8C">
            <w:pPr>
              <w:widowControl w:val="0"/>
              <w:rPr>
                <w:sz w:val="22"/>
              </w:rPr>
            </w:pPr>
            <w:r w:rsidRPr="009A4A8C">
              <w:rPr>
                <w:sz w:val="22"/>
              </w:rPr>
              <w:t>_</w:t>
            </w:r>
            <w:r>
              <w:rPr>
                <w:sz w:val="22"/>
              </w:rPr>
              <w:t>_________________</w:t>
            </w:r>
            <w:r w:rsidRPr="009A4A8C">
              <w:rPr>
                <w:sz w:val="22"/>
              </w:rPr>
              <w:t xml:space="preserve">__  </w:t>
            </w:r>
          </w:p>
          <w:p w14:paraId="2FB72F06" w14:textId="77777777" w:rsidR="00852369" w:rsidRDefault="00852369" w:rsidP="009A4A8C">
            <w:pPr>
              <w:widowControl w:val="0"/>
              <w:rPr>
                <w:sz w:val="22"/>
              </w:rPr>
            </w:pPr>
            <w:r w:rsidRPr="009A4A8C">
              <w:rPr>
                <w:sz w:val="22"/>
              </w:rPr>
              <w:t>_</w:t>
            </w:r>
            <w:r>
              <w:rPr>
                <w:sz w:val="22"/>
              </w:rPr>
              <w:t>_________________</w:t>
            </w:r>
            <w:r w:rsidRPr="009A4A8C">
              <w:rPr>
                <w:sz w:val="22"/>
              </w:rPr>
              <w:t>__</w:t>
            </w:r>
          </w:p>
          <w:p w14:paraId="27D59D08" w14:textId="5F04AFAD" w:rsidR="00852369" w:rsidRPr="009A4A8C" w:rsidRDefault="00852369" w:rsidP="009A4A8C">
            <w:pPr>
              <w:widowControl w:val="0"/>
              <w:rPr>
                <w:b/>
                <w:sz w:val="22"/>
              </w:rPr>
            </w:pPr>
            <w:r w:rsidRPr="009A4A8C">
              <w:rPr>
                <w:sz w:val="22"/>
              </w:rPr>
              <w:t>_</w:t>
            </w:r>
            <w:r>
              <w:rPr>
                <w:sz w:val="22"/>
              </w:rPr>
              <w:t>_________________</w:t>
            </w:r>
            <w:r w:rsidRPr="009A4A8C">
              <w:rPr>
                <w:sz w:val="22"/>
              </w:rPr>
              <w:t>__</w:t>
            </w:r>
          </w:p>
        </w:tc>
      </w:tr>
      <w:tr w:rsidR="00571636" w:rsidRPr="0071704A" w14:paraId="66A0C6B3" w14:textId="77777777" w:rsidTr="009E0758">
        <w:trPr>
          <w:cantSplit/>
          <w:trHeight w:val="851"/>
        </w:trPr>
        <w:tc>
          <w:tcPr>
            <w:tcW w:w="5312" w:type="dxa"/>
            <w:gridSpan w:val="2"/>
          </w:tcPr>
          <w:p w14:paraId="2D171108" w14:textId="77777777" w:rsidR="00571636" w:rsidRDefault="00571636" w:rsidP="009A4A8C">
            <w:pPr>
              <w:widowControl w:val="0"/>
              <w:rPr>
                <w:b/>
                <w:bCs/>
                <w:sz w:val="22"/>
              </w:rPr>
            </w:pPr>
            <w:r w:rsidRPr="00571636">
              <w:rPr>
                <w:b/>
                <w:bCs/>
                <w:sz w:val="22"/>
              </w:rPr>
              <w:t>Betalingsbetingelser (sæt x)</w:t>
            </w:r>
            <w:r>
              <w:rPr>
                <w:b/>
                <w:bCs/>
                <w:sz w:val="22"/>
              </w:rPr>
              <w:t>:</w:t>
            </w:r>
          </w:p>
          <w:p w14:paraId="68F53E2A" w14:textId="15F699B8" w:rsidR="00571636" w:rsidRPr="009A4A8C" w:rsidRDefault="00571636" w:rsidP="00571636">
            <w:pPr>
              <w:rPr>
                <w:sz w:val="22"/>
              </w:rPr>
            </w:pPr>
            <w:r w:rsidRPr="009A4A8C">
              <w:rPr>
                <w:sz w:val="22"/>
              </w:rPr>
              <w:t xml:space="preserve">___  </w:t>
            </w:r>
            <w:r w:rsidRPr="00571636">
              <w:rPr>
                <w:sz w:val="22"/>
              </w:rPr>
              <w:t>Betaling iht. aftalegrundlaget</w:t>
            </w:r>
          </w:p>
          <w:p w14:paraId="418535CD" w14:textId="026AF4E8" w:rsidR="00571636" w:rsidRPr="00571636" w:rsidRDefault="00571636" w:rsidP="00571636">
            <w:pPr>
              <w:rPr>
                <w:sz w:val="22"/>
              </w:rPr>
            </w:pPr>
            <w:r w:rsidRPr="009A4A8C">
              <w:rPr>
                <w:sz w:val="22"/>
              </w:rPr>
              <w:t xml:space="preserve">___  </w:t>
            </w:r>
            <w:r w:rsidRPr="00571636">
              <w:rPr>
                <w:sz w:val="22"/>
              </w:rPr>
              <w:t>Fakturadato + 10 dage</w:t>
            </w:r>
          </w:p>
        </w:tc>
        <w:tc>
          <w:tcPr>
            <w:tcW w:w="4394" w:type="dxa"/>
            <w:gridSpan w:val="3"/>
          </w:tcPr>
          <w:p w14:paraId="7BAB169B" w14:textId="77777777" w:rsidR="00571636" w:rsidRDefault="00571636" w:rsidP="009A4A8C">
            <w:pPr>
              <w:widowControl w:val="0"/>
              <w:rPr>
                <w:b/>
                <w:bCs/>
                <w:sz w:val="22"/>
              </w:rPr>
            </w:pPr>
            <w:r w:rsidRPr="00571636">
              <w:rPr>
                <w:b/>
                <w:bCs/>
                <w:sz w:val="22"/>
              </w:rPr>
              <w:t>Sikkerhedsstillelse (sæt x)</w:t>
            </w:r>
            <w:r>
              <w:rPr>
                <w:b/>
                <w:bCs/>
                <w:sz w:val="22"/>
              </w:rPr>
              <w:t>:</w:t>
            </w:r>
          </w:p>
          <w:p w14:paraId="6D8F31EA" w14:textId="02531004" w:rsidR="00571636" w:rsidRPr="009A4A8C" w:rsidRDefault="00571636" w:rsidP="00571636">
            <w:pPr>
              <w:rPr>
                <w:sz w:val="22"/>
              </w:rPr>
            </w:pPr>
            <w:r w:rsidRPr="009A4A8C">
              <w:rPr>
                <w:sz w:val="22"/>
              </w:rPr>
              <w:t xml:space="preserve">___  </w:t>
            </w:r>
            <w:r w:rsidRPr="00571636">
              <w:rPr>
                <w:sz w:val="22"/>
              </w:rPr>
              <w:t>Sikkerhed iht. aftalegrundlaget</w:t>
            </w:r>
          </w:p>
          <w:p w14:paraId="45B25CD9" w14:textId="41E412C0" w:rsidR="00571636" w:rsidRPr="00571636" w:rsidRDefault="00571636" w:rsidP="00571636">
            <w:pPr>
              <w:rPr>
                <w:sz w:val="22"/>
              </w:rPr>
            </w:pPr>
            <w:r w:rsidRPr="009A4A8C">
              <w:rPr>
                <w:sz w:val="22"/>
              </w:rPr>
              <w:t xml:space="preserve">___  </w:t>
            </w:r>
            <w:r w:rsidRPr="00571636">
              <w:rPr>
                <w:sz w:val="22"/>
              </w:rPr>
              <w:t>Sikkerhedsstillelse ikke aftalt</w:t>
            </w:r>
          </w:p>
        </w:tc>
      </w:tr>
    </w:tbl>
    <w:p w14:paraId="337730A8" w14:textId="1B2E0281" w:rsidR="003132A8" w:rsidRPr="00214A7A" w:rsidRDefault="003132A8" w:rsidP="003132A8">
      <w:pPr>
        <w:spacing w:before="94"/>
        <w:rPr>
          <w:b/>
          <w:bCs/>
          <w:color w:val="00A766"/>
          <w:sz w:val="32"/>
          <w:szCs w:val="20"/>
        </w:rPr>
      </w:pPr>
    </w:p>
    <w:p w14:paraId="7ADE0BCA" w14:textId="77777777" w:rsidR="003132A8" w:rsidRPr="009A4A8C" w:rsidRDefault="003132A8" w:rsidP="002B5CFB">
      <w:pPr>
        <w:pStyle w:val="Brdtekst"/>
        <w:spacing w:before="10"/>
        <w:rPr>
          <w:rFonts w:ascii="Times New Roman"/>
          <w:sz w:val="16"/>
          <w:lang w:val="da-DK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19"/>
      </w:tblGrid>
      <w:tr w:rsidR="0028353B" w:rsidRPr="00571636" w14:paraId="62E37649" w14:textId="77777777" w:rsidTr="0028353B">
        <w:trPr>
          <w:cantSplit/>
          <w:trHeight w:val="1349"/>
        </w:trPr>
        <w:tc>
          <w:tcPr>
            <w:tcW w:w="4887" w:type="dxa"/>
          </w:tcPr>
          <w:p w14:paraId="5E7F23AC" w14:textId="77777777" w:rsidR="0028353B" w:rsidRPr="00571636" w:rsidRDefault="0028353B" w:rsidP="008D216E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Underskrift (bygherre)</w:t>
            </w:r>
          </w:p>
        </w:tc>
        <w:tc>
          <w:tcPr>
            <w:tcW w:w="4819" w:type="dxa"/>
          </w:tcPr>
          <w:p w14:paraId="4E886DA7" w14:textId="77777777" w:rsidR="0028353B" w:rsidRPr="00571636" w:rsidRDefault="0028353B" w:rsidP="008D216E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Underskrift (autoriseret virksomhed)</w:t>
            </w:r>
          </w:p>
        </w:tc>
      </w:tr>
    </w:tbl>
    <w:p w14:paraId="520C6524" w14:textId="77777777" w:rsidR="002B5CFB" w:rsidRPr="009A4A8C" w:rsidRDefault="002B5CFB" w:rsidP="002B5CFB">
      <w:pPr>
        <w:pStyle w:val="Brdtekst"/>
        <w:rPr>
          <w:rFonts w:ascii="Times New Roman"/>
          <w:sz w:val="20"/>
          <w:lang w:val="da-DK"/>
        </w:rPr>
      </w:pPr>
    </w:p>
    <w:p w14:paraId="3A5B8F14" w14:textId="77777777" w:rsidR="002B5CFB" w:rsidRPr="002B5CFB" w:rsidRDefault="002B5CFB" w:rsidP="002B5CFB">
      <w:pPr>
        <w:pStyle w:val="Brdtekst"/>
        <w:rPr>
          <w:rFonts w:ascii="Montserrat" w:hAnsi="Montserrat"/>
          <w:sz w:val="20"/>
          <w:lang w:val="da-DK"/>
        </w:rPr>
      </w:pPr>
    </w:p>
    <w:p w14:paraId="4DF7DC6C" w14:textId="77777777" w:rsidR="0028353B" w:rsidRPr="0028353B" w:rsidRDefault="0028353B" w:rsidP="0028353B">
      <w:pPr>
        <w:rPr>
          <w:i/>
          <w:iCs/>
        </w:rPr>
      </w:pPr>
      <w:r w:rsidRPr="0028353B">
        <w:rPr>
          <w:i/>
          <w:iCs/>
        </w:rPr>
        <w:t>Ved uenighed kan forbrugeren vælge at indgive klage til:</w:t>
      </w:r>
    </w:p>
    <w:p w14:paraId="5C579F1C" w14:textId="63F9F2F6" w:rsidR="00D114BF" w:rsidRPr="0046377D" w:rsidRDefault="0028353B" w:rsidP="003132A8">
      <w:pPr>
        <w:rPr>
          <w:i/>
          <w:iCs/>
        </w:rPr>
      </w:pPr>
      <w:r w:rsidRPr="0028353B">
        <w:rPr>
          <w:i/>
          <w:iCs/>
        </w:rPr>
        <w:t>Byggeriets Ankenævn, H.C. Andersens Boulevard 18, 1553 København V</w:t>
      </w:r>
      <w:r w:rsidR="0046377D">
        <w:rPr>
          <w:i/>
          <w:iCs/>
        </w:rPr>
        <w:t>.</w:t>
      </w:r>
    </w:p>
    <w:sectPr w:rsidR="00D114BF" w:rsidRPr="0046377D" w:rsidSect="00ED021F">
      <w:headerReference w:type="default" r:id="rId8"/>
      <w:footerReference w:type="default" r:id="rId9"/>
      <w:pgSz w:w="11906" w:h="16838"/>
      <w:pgMar w:top="1701" w:right="1134" w:bottom="567" w:left="1134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EBB9" w14:textId="77777777" w:rsidR="00735B3A" w:rsidRDefault="00735B3A" w:rsidP="00F16611">
      <w:r>
        <w:separator/>
      </w:r>
    </w:p>
  </w:endnote>
  <w:endnote w:type="continuationSeparator" w:id="0">
    <w:p w14:paraId="2F2C9187" w14:textId="77777777" w:rsidR="00735B3A" w:rsidRDefault="00735B3A" w:rsidP="00F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Alternates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 Alternates Medium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317A" w14:textId="04B1D699" w:rsidR="00E0054F" w:rsidRPr="00E0054F" w:rsidRDefault="00D63428" w:rsidP="00664E06">
    <w:pPr>
      <w:pStyle w:val="Sidefod"/>
      <w:tabs>
        <w:tab w:val="clear" w:pos="4819"/>
        <w:tab w:val="left" w:pos="3119"/>
        <w:tab w:val="center" w:pos="3402"/>
      </w:tabs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39CE" w14:textId="77777777" w:rsidR="00735B3A" w:rsidRDefault="00735B3A" w:rsidP="00F16611">
      <w:r>
        <w:separator/>
      </w:r>
    </w:p>
  </w:footnote>
  <w:footnote w:type="continuationSeparator" w:id="0">
    <w:p w14:paraId="5A6F821B" w14:textId="77777777" w:rsidR="00735B3A" w:rsidRDefault="00735B3A" w:rsidP="00F16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C8545" w14:textId="10C02A04" w:rsidR="00F16611" w:rsidRDefault="00214A7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1EBB1B66" wp14:editId="4F4B02CD">
          <wp:simplePos x="0" y="0"/>
          <wp:positionH relativeFrom="margin">
            <wp:posOffset>29845</wp:posOffset>
          </wp:positionH>
          <wp:positionV relativeFrom="paragraph">
            <wp:posOffset>6985</wp:posOffset>
          </wp:positionV>
          <wp:extent cx="1884680" cy="303530"/>
          <wp:effectExtent l="0" t="0" r="1270" b="127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4680" cy="303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21F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BBAF2B8" wp14:editId="37189DEA">
              <wp:simplePos x="0" y="0"/>
              <wp:positionH relativeFrom="margin">
                <wp:posOffset>3748543</wp:posOffset>
              </wp:positionH>
              <wp:positionV relativeFrom="paragraph">
                <wp:posOffset>-132163</wp:posOffset>
              </wp:positionV>
              <wp:extent cx="2600077" cy="643890"/>
              <wp:effectExtent l="0" t="0" r="0" b="3810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7" cy="6438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704E23" w14:textId="57A6C557" w:rsidR="00ED021F" w:rsidRPr="00C95320" w:rsidRDefault="00214A7A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>Nedrivernes</w:t>
                          </w:r>
                          <w:r w:rsidR="00ED021F">
                            <w:rPr>
                              <w:rFonts w:cs="Montserrat Alternates"/>
                              <w:b/>
                              <w:bCs/>
                              <w:sz w:val="14"/>
                              <w:szCs w:val="14"/>
                            </w:rPr>
                            <w:t xml:space="preserve"> Kontrolinstans</w:t>
                          </w:r>
                        </w:p>
                        <w:p w14:paraId="30725288" w14:textId="77777777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 Alternates" w:hAnsi="Montserrat Alternates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</w:p>
                        <w:p w14:paraId="2CD4FFA1" w14:textId="569888A4" w:rsidR="00ED021F" w:rsidRPr="00E66060" w:rsidRDefault="00ED021F" w:rsidP="00ED021F">
                          <w:pPr>
                            <w:pStyle w:val="Grundlggendeafsnit"/>
                            <w:spacing w:line="240" w:lineRule="auto"/>
                            <w:jc w:val="right"/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</w:pP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>Porschevej 3 · DK-7100 Vejle · Tlf. +45</w:t>
                          </w:r>
                          <w:r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7641 3663</w:t>
                          </w:r>
                          <w:r w:rsidRPr="00E66060">
                            <w:rPr>
                              <w:rFonts w:ascii="Montserrat" w:hAnsi="Montserrat" w:cs="Montserrat Alternates"/>
                              <w:sz w:val="14"/>
                              <w:szCs w:val="14"/>
                              <w:lang w:val="da-DK"/>
                            </w:rPr>
                            <w:t xml:space="preserve"> </w:t>
                          </w:r>
                        </w:p>
                        <w:p w14:paraId="025F7D43" w14:textId="29DF7CCB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Montserrat Alternates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www.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nedriver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neskontrolinstan</w:t>
                          </w:r>
                          <w:r w:rsidR="00214A7A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s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  <w:p w14:paraId="2455288A" w14:textId="233C41AE" w:rsidR="00ED021F" w:rsidRPr="00E66060" w:rsidRDefault="00ED021F" w:rsidP="00ED021F">
                          <w:pPr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cs="Calibri"/>
                              <w:sz w:val="14"/>
                              <w:szCs w:val="14"/>
                            </w:rPr>
                          </w:pP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 xml:space="preserve">CVR-nr. 32471722 · </w:t>
                          </w:r>
                          <w:r w:rsidR="00E77783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hb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@</w:t>
                          </w:r>
                          <w:r w:rsidR="00BB015B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kkontrol</w:t>
                          </w:r>
                          <w:r w:rsidRPr="00E66060">
                            <w:rPr>
                              <w:rFonts w:cs="Montserrat Alternates"/>
                              <w:sz w:val="14"/>
                              <w:szCs w:val="14"/>
                            </w:rPr>
                            <w:t>.dk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BAF2B8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95.15pt;margin-top:-10.4pt;width:204.75pt;height:5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" filled="f" stroked="f">
              <v:textbox>
                <w:txbxContent>
                  <w:p w14:paraId="35704E23" w14:textId="57A6C557" w:rsidR="00ED021F" w:rsidRPr="00C95320" w:rsidRDefault="00214A7A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>Nedrivernes</w:t>
                    </w:r>
                    <w:r w:rsidR="00ED021F">
                      <w:rPr>
                        <w:rFonts w:cs="Montserrat Alternates"/>
                        <w:b/>
                        <w:bCs/>
                        <w:sz w:val="14"/>
                        <w:szCs w:val="14"/>
                      </w:rPr>
                      <w:t xml:space="preserve"> Kontrolinstans</w:t>
                    </w:r>
                  </w:p>
                  <w:p w14:paraId="30725288" w14:textId="77777777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 Alternates" w:hAnsi="Montserrat Alternates" w:cs="Montserrat Alternates"/>
                        <w:sz w:val="14"/>
                        <w:szCs w:val="14"/>
                        <w:lang w:val="da-DK"/>
                      </w:rPr>
                    </w:pPr>
                  </w:p>
                  <w:p w14:paraId="2CD4FFA1" w14:textId="569888A4" w:rsidR="00ED021F" w:rsidRPr="00E66060" w:rsidRDefault="00ED021F" w:rsidP="00ED021F">
                    <w:pPr>
                      <w:pStyle w:val="Grundlggendeafsnit"/>
                      <w:spacing w:line="240" w:lineRule="auto"/>
                      <w:jc w:val="right"/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</w:pP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>Porschevej 3 · DK-7100 Vejle · Tlf. +45</w:t>
                    </w:r>
                    <w:r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7641 3663</w:t>
                    </w:r>
                    <w:r w:rsidRPr="00E66060">
                      <w:rPr>
                        <w:rFonts w:ascii="Montserrat" w:hAnsi="Montserrat" w:cs="Montserrat Alternates"/>
                        <w:sz w:val="14"/>
                        <w:szCs w:val="14"/>
                        <w:lang w:val="da-DK"/>
                      </w:rPr>
                      <w:t xml:space="preserve"> </w:t>
                    </w:r>
                  </w:p>
                  <w:p w14:paraId="025F7D43" w14:textId="29DF7CCB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Montserrat Alternates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www.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nedriver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neskontrolinstan</w:t>
                    </w:r>
                    <w:r w:rsidR="00214A7A">
                      <w:rPr>
                        <w:rFonts w:cs="Montserrat Alternates"/>
                        <w:sz w:val="14"/>
                        <w:szCs w:val="14"/>
                      </w:rPr>
                      <w:t>s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  <w:p w14:paraId="2455288A" w14:textId="233C41AE" w:rsidR="00ED021F" w:rsidRPr="00E66060" w:rsidRDefault="00ED021F" w:rsidP="00ED021F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cs="Calibri"/>
                        <w:sz w:val="14"/>
                        <w:szCs w:val="14"/>
                      </w:rPr>
                    </w:pP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 xml:space="preserve">CVR-nr. 32471722 · </w:t>
                    </w:r>
                    <w:r w:rsidR="00E77783">
                      <w:rPr>
                        <w:rFonts w:cs="Montserrat Alternates"/>
                        <w:sz w:val="14"/>
                        <w:szCs w:val="14"/>
                      </w:rPr>
                      <w:t>hb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@</w:t>
                    </w:r>
                    <w:r w:rsidR="00BB015B">
                      <w:rPr>
                        <w:rFonts w:cs="Montserrat Alternates"/>
                        <w:sz w:val="14"/>
                        <w:szCs w:val="14"/>
                      </w:rPr>
                      <w:t>kkontrol</w:t>
                    </w:r>
                    <w:r w:rsidRPr="00E66060">
                      <w:rPr>
                        <w:rFonts w:cs="Montserrat Alternates"/>
                        <w:sz w:val="14"/>
                        <w:szCs w:val="14"/>
                      </w:rPr>
                      <w:t>.dk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49F19EFA" w14:textId="59B38D90" w:rsidR="00F16611" w:rsidRDefault="00F16611" w:rsidP="00D56465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46EFA"/>
    <w:multiLevelType w:val="hybridMultilevel"/>
    <w:tmpl w:val="5B44B71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1304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3A"/>
    <w:rsid w:val="00036AC2"/>
    <w:rsid w:val="00064EB3"/>
    <w:rsid w:val="00087880"/>
    <w:rsid w:val="000D451C"/>
    <w:rsid w:val="000E32F2"/>
    <w:rsid w:val="000F52E0"/>
    <w:rsid w:val="001239D6"/>
    <w:rsid w:val="00167F37"/>
    <w:rsid w:val="00173FAD"/>
    <w:rsid w:val="001D39A0"/>
    <w:rsid w:val="00210993"/>
    <w:rsid w:val="00214A7A"/>
    <w:rsid w:val="00217A70"/>
    <w:rsid w:val="0028353B"/>
    <w:rsid w:val="002B5CFB"/>
    <w:rsid w:val="003042F1"/>
    <w:rsid w:val="003132A8"/>
    <w:rsid w:val="00430211"/>
    <w:rsid w:val="0043295C"/>
    <w:rsid w:val="0046377D"/>
    <w:rsid w:val="0046790F"/>
    <w:rsid w:val="00531B83"/>
    <w:rsid w:val="00571636"/>
    <w:rsid w:val="005B7865"/>
    <w:rsid w:val="005D40EE"/>
    <w:rsid w:val="005D61F4"/>
    <w:rsid w:val="005E3842"/>
    <w:rsid w:val="005F2EA7"/>
    <w:rsid w:val="005F558D"/>
    <w:rsid w:val="00664E06"/>
    <w:rsid w:val="006B400C"/>
    <w:rsid w:val="006B42B6"/>
    <w:rsid w:val="006D07F4"/>
    <w:rsid w:val="007303B7"/>
    <w:rsid w:val="00735B3A"/>
    <w:rsid w:val="007621FF"/>
    <w:rsid w:val="00766DCB"/>
    <w:rsid w:val="00833E10"/>
    <w:rsid w:val="00852369"/>
    <w:rsid w:val="00882F57"/>
    <w:rsid w:val="008A643D"/>
    <w:rsid w:val="008C71DF"/>
    <w:rsid w:val="008D367A"/>
    <w:rsid w:val="00917004"/>
    <w:rsid w:val="0092111C"/>
    <w:rsid w:val="00937109"/>
    <w:rsid w:val="009408ED"/>
    <w:rsid w:val="009478D2"/>
    <w:rsid w:val="00975EBF"/>
    <w:rsid w:val="0098081A"/>
    <w:rsid w:val="0099462A"/>
    <w:rsid w:val="009A1ED0"/>
    <w:rsid w:val="009A4A8C"/>
    <w:rsid w:val="009D07AF"/>
    <w:rsid w:val="009E0EA4"/>
    <w:rsid w:val="00A42C07"/>
    <w:rsid w:val="00A61CA9"/>
    <w:rsid w:val="00B25A17"/>
    <w:rsid w:val="00BA2999"/>
    <w:rsid w:val="00BB015B"/>
    <w:rsid w:val="00BB1343"/>
    <w:rsid w:val="00BD3417"/>
    <w:rsid w:val="00C15AE4"/>
    <w:rsid w:val="00C20CBE"/>
    <w:rsid w:val="00C800FF"/>
    <w:rsid w:val="00C80412"/>
    <w:rsid w:val="00C80F57"/>
    <w:rsid w:val="00C95320"/>
    <w:rsid w:val="00C97C09"/>
    <w:rsid w:val="00CA3BE7"/>
    <w:rsid w:val="00CB7C80"/>
    <w:rsid w:val="00CC4CF3"/>
    <w:rsid w:val="00D114BF"/>
    <w:rsid w:val="00D3562F"/>
    <w:rsid w:val="00D41A2C"/>
    <w:rsid w:val="00D41FC5"/>
    <w:rsid w:val="00D56465"/>
    <w:rsid w:val="00D63428"/>
    <w:rsid w:val="00DF44C8"/>
    <w:rsid w:val="00E0054F"/>
    <w:rsid w:val="00E66060"/>
    <w:rsid w:val="00E77783"/>
    <w:rsid w:val="00EA021E"/>
    <w:rsid w:val="00ED021F"/>
    <w:rsid w:val="00EE3826"/>
    <w:rsid w:val="00F16611"/>
    <w:rsid w:val="00FC130F"/>
    <w:rsid w:val="00FC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22B5AEC"/>
  <w15:docId w15:val="{4B0444A4-BA24-4163-A65F-BD6FBC07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826"/>
    <w:pPr>
      <w:spacing w:after="0" w:line="240" w:lineRule="auto"/>
    </w:pPr>
    <w:rPr>
      <w:rFonts w:ascii="Montserrat" w:hAnsi="Montserrat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800FF"/>
    <w:pPr>
      <w:keepNext/>
      <w:keepLines/>
      <w:spacing w:before="240"/>
      <w:outlineLvl w:val="0"/>
    </w:pPr>
    <w:rPr>
      <w:rFonts w:ascii="Montserrat Alternates" w:eastAsiaTheme="majorEastAsia" w:hAnsi="Montserrat Alternates" w:cstheme="majorBidi"/>
      <w:b/>
      <w:sz w:val="6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800FF"/>
    <w:pPr>
      <w:keepNext/>
      <w:keepLines/>
      <w:spacing w:before="40"/>
      <w:outlineLvl w:val="1"/>
    </w:pPr>
    <w:rPr>
      <w:rFonts w:ascii="Montserrat Alternates Medium" w:eastAsiaTheme="majorEastAsia" w:hAnsi="Montserrat Alternates Medium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F44C8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0F52E0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D114BF"/>
    <w:pPr>
      <w:keepNext/>
      <w:keepLines/>
      <w:spacing w:before="40"/>
      <w:outlineLvl w:val="4"/>
    </w:pPr>
    <w:rPr>
      <w:rFonts w:eastAsiaTheme="majorEastAsia" w:cstheme="majorBidi"/>
      <w:i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16611"/>
  </w:style>
  <w:style w:type="paragraph" w:styleId="Sidefod">
    <w:name w:val="footer"/>
    <w:basedOn w:val="Normal"/>
    <w:link w:val="SidefodTegn"/>
    <w:uiPriority w:val="99"/>
    <w:unhideWhenUsed/>
    <w:rsid w:val="00F16611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16611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16611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16611"/>
    <w:rPr>
      <w:rFonts w:ascii="Tahoma" w:hAnsi="Tahoma" w:cs="Tahoma"/>
      <w:sz w:val="16"/>
      <w:szCs w:val="16"/>
    </w:rPr>
  </w:style>
  <w:style w:type="paragraph" w:customStyle="1" w:styleId="Grundlggendeafsnit">
    <w:name w:val="[Grundlæggende afsnit]"/>
    <w:basedOn w:val="Normal"/>
    <w:uiPriority w:val="99"/>
    <w:rsid w:val="001239D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Ingenafstand">
    <w:name w:val="No Spacing"/>
    <w:uiPriority w:val="1"/>
    <w:rsid w:val="00EE3826"/>
    <w:pPr>
      <w:spacing w:after="0" w:line="240" w:lineRule="auto"/>
    </w:pPr>
    <w:rPr>
      <w:rFonts w:ascii="Montserrat" w:hAnsi="Montserrat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800FF"/>
    <w:rPr>
      <w:rFonts w:ascii="Montserrat Alternates" w:eastAsiaTheme="majorEastAsia" w:hAnsi="Montserrat Alternates" w:cstheme="majorBidi"/>
      <w:b/>
      <w:sz w:val="6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800FF"/>
    <w:rPr>
      <w:rFonts w:ascii="Montserrat Alternates Medium" w:eastAsiaTheme="majorEastAsia" w:hAnsi="Montserrat Alternates Medium" w:cstheme="majorBidi"/>
      <w:b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F44C8"/>
    <w:rPr>
      <w:rFonts w:ascii="Montserrat" w:eastAsiaTheme="majorEastAsia" w:hAnsi="Montserrat" w:cstheme="majorBidi"/>
      <w:b/>
      <w:color w:val="000000" w:themeColor="text1"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F52E0"/>
    <w:rPr>
      <w:rFonts w:ascii="Montserrat" w:eastAsiaTheme="majorEastAsia" w:hAnsi="Montserrat" w:cstheme="majorBidi"/>
      <w:i/>
      <w:iCs/>
      <w:color w:val="000000" w:themeColor="text1"/>
      <w:sz w:val="20"/>
    </w:rPr>
  </w:style>
  <w:style w:type="paragraph" w:styleId="Undertitel">
    <w:name w:val="Subtitle"/>
    <w:aliases w:val="Billedteks"/>
    <w:basedOn w:val="Normal"/>
    <w:next w:val="Normal"/>
    <w:link w:val="UndertitelTegn"/>
    <w:uiPriority w:val="11"/>
    <w:rsid w:val="00C800FF"/>
    <w:pPr>
      <w:numPr>
        <w:ilvl w:val="1"/>
      </w:numPr>
      <w:spacing w:after="160"/>
    </w:pPr>
    <w:rPr>
      <w:rFonts w:eastAsiaTheme="minorEastAsia"/>
      <w:i/>
      <w:spacing w:val="15"/>
      <w:sz w:val="16"/>
    </w:rPr>
  </w:style>
  <w:style w:type="character" w:customStyle="1" w:styleId="UndertitelTegn">
    <w:name w:val="Undertitel Tegn"/>
    <w:aliases w:val="Billedteks Tegn"/>
    <w:basedOn w:val="Standardskrifttypeiafsnit"/>
    <w:link w:val="Undertitel"/>
    <w:uiPriority w:val="11"/>
    <w:rsid w:val="00C800FF"/>
    <w:rPr>
      <w:rFonts w:ascii="Montserrat" w:eastAsiaTheme="minorEastAsia" w:hAnsi="Montserrat"/>
      <w:i/>
      <w:spacing w:val="15"/>
      <w:sz w:val="16"/>
    </w:rPr>
  </w:style>
  <w:style w:type="paragraph" w:styleId="NormalWeb">
    <w:name w:val="Normal (Web)"/>
    <w:basedOn w:val="Normal"/>
    <w:uiPriority w:val="99"/>
    <w:semiHidden/>
    <w:unhideWhenUsed/>
    <w:rsid w:val="000F52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4BF"/>
    <w:rPr>
      <w:rFonts w:ascii="Montserrat" w:eastAsiaTheme="majorEastAsia" w:hAnsi="Montserrat" w:cstheme="majorBidi"/>
      <w:i/>
      <w:sz w:val="20"/>
    </w:rPr>
  </w:style>
  <w:style w:type="character" w:styleId="Hyperlink">
    <w:name w:val="Hyperlink"/>
    <w:basedOn w:val="Standardskrifttypeiafsnit"/>
    <w:uiPriority w:val="99"/>
    <w:unhideWhenUsed/>
    <w:rsid w:val="00D114BF"/>
    <w:rPr>
      <w:b/>
      <w:color w:val="00A767"/>
      <w:u w:val="single"/>
    </w:rPr>
  </w:style>
  <w:style w:type="character" w:styleId="Fremhv">
    <w:name w:val="Emphasis"/>
    <w:basedOn w:val="Standardskrifttypeiafsnit"/>
    <w:uiPriority w:val="20"/>
    <w:rsid w:val="000F52E0"/>
    <w:rPr>
      <w:i/>
      <w:iCs/>
    </w:rPr>
  </w:style>
  <w:style w:type="paragraph" w:customStyle="1" w:styleId="Typografi1-kursiv">
    <w:name w:val="Typografi1-kursiv"/>
    <w:basedOn w:val="Overskrift1"/>
    <w:link w:val="Typografi1-kursivTegn"/>
    <w:rsid w:val="00C800FF"/>
    <w:rPr>
      <w:i/>
    </w:rPr>
  </w:style>
  <w:style w:type="paragraph" w:customStyle="1" w:styleId="Billedtekster">
    <w:name w:val="Billedtekster"/>
    <w:basedOn w:val="Undertitel"/>
    <w:link w:val="BilledteksterTegn"/>
    <w:rsid w:val="00C800FF"/>
  </w:style>
  <w:style w:type="character" w:customStyle="1" w:styleId="Typografi1-kursivTegn">
    <w:name w:val="Typografi1-kursiv Tegn"/>
    <w:basedOn w:val="Overskrift1Tegn"/>
    <w:link w:val="Typografi1-kursiv"/>
    <w:rsid w:val="00C800FF"/>
    <w:rPr>
      <w:rFonts w:ascii="Montserrat Alternates" w:eastAsiaTheme="majorEastAsia" w:hAnsi="Montserrat Alternates" w:cstheme="majorBidi"/>
      <w:b/>
      <w:i/>
      <w:sz w:val="60"/>
      <w:szCs w:val="32"/>
    </w:rPr>
  </w:style>
  <w:style w:type="paragraph" w:styleId="Titel">
    <w:name w:val="Title"/>
    <w:basedOn w:val="Normal"/>
    <w:next w:val="Normal"/>
    <w:link w:val="TitelTegn"/>
    <w:uiPriority w:val="10"/>
    <w:rsid w:val="00D114BF"/>
    <w:pPr>
      <w:contextualSpacing/>
    </w:pPr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character" w:customStyle="1" w:styleId="BilledteksterTegn">
    <w:name w:val="Billedtekster Tegn"/>
    <w:basedOn w:val="UndertitelTegn"/>
    <w:link w:val="Billedtekster"/>
    <w:rsid w:val="00C800FF"/>
    <w:rPr>
      <w:rFonts w:ascii="Montserrat" w:eastAsiaTheme="minorEastAsia" w:hAnsi="Montserrat"/>
      <w:i/>
      <w:spacing w:val="15"/>
      <w:sz w:val="16"/>
    </w:rPr>
  </w:style>
  <w:style w:type="character" w:customStyle="1" w:styleId="TitelTegn">
    <w:name w:val="Titel Tegn"/>
    <w:basedOn w:val="Standardskrifttypeiafsnit"/>
    <w:link w:val="Titel"/>
    <w:uiPriority w:val="10"/>
    <w:rsid w:val="00D114BF"/>
    <w:rPr>
      <w:rFonts w:ascii="Montserrat Alternates Medium" w:eastAsiaTheme="majorEastAsia" w:hAnsi="Montserrat Alternates Medium" w:cstheme="majorBidi"/>
      <w:spacing w:val="-10"/>
      <w:kern w:val="28"/>
      <w:sz w:val="96"/>
      <w:szCs w:val="56"/>
    </w:rPr>
  </w:style>
  <w:style w:type="paragraph" w:styleId="Strktcitat">
    <w:name w:val="Intense Quote"/>
    <w:basedOn w:val="Normal"/>
    <w:next w:val="Normal"/>
    <w:link w:val="StrktcitatTegn"/>
    <w:uiPriority w:val="30"/>
    <w:rsid w:val="00D114B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14BF"/>
    <w:rPr>
      <w:rFonts w:ascii="Montserrat" w:hAnsi="Montserrat"/>
      <w:i/>
      <w:iCs/>
      <w:sz w:val="20"/>
    </w:rPr>
  </w:style>
  <w:style w:type="character" w:styleId="Kraftigfremhvning">
    <w:name w:val="Intense Emphasis"/>
    <w:basedOn w:val="Standardskrifttypeiafsnit"/>
    <w:uiPriority w:val="21"/>
    <w:rsid w:val="00D114BF"/>
    <w:rPr>
      <w:i/>
      <w:iCs/>
      <w:color w:val="auto"/>
    </w:rPr>
  </w:style>
  <w:style w:type="character" w:styleId="Ulstomtale">
    <w:name w:val="Unresolved Mention"/>
    <w:basedOn w:val="Standardskrifttypeiafsnit"/>
    <w:uiPriority w:val="99"/>
    <w:semiHidden/>
    <w:unhideWhenUsed/>
    <w:rsid w:val="00D114BF"/>
    <w:rPr>
      <w:color w:val="605E5C"/>
      <w:shd w:val="clear" w:color="auto" w:fill="E1DFDD"/>
    </w:rPr>
  </w:style>
  <w:style w:type="character" w:styleId="Kraftighenvisning">
    <w:name w:val="Intense Reference"/>
    <w:basedOn w:val="Standardskrifttypeiafsnit"/>
    <w:uiPriority w:val="32"/>
    <w:rsid w:val="00D114BF"/>
    <w:rPr>
      <w:rFonts w:ascii="Montserrat" w:hAnsi="Montserrat"/>
      <w:b/>
      <w:bCs/>
      <w:smallCaps/>
      <w:color w:val="auto"/>
      <w:spacing w:val="5"/>
    </w:rPr>
  </w:style>
  <w:style w:type="paragraph" w:styleId="Listeafsnit">
    <w:name w:val="List Paragraph"/>
    <w:basedOn w:val="Normal"/>
    <w:uiPriority w:val="34"/>
    <w:qFormat/>
    <w:rsid w:val="00D114B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C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link w:val="BrdtekstTegn"/>
    <w:uiPriority w:val="1"/>
    <w:qFormat/>
    <w:rsid w:val="002B5CFB"/>
    <w:pPr>
      <w:widowControl w:val="0"/>
      <w:autoSpaceDE w:val="0"/>
      <w:autoSpaceDN w:val="0"/>
    </w:pPr>
    <w:rPr>
      <w:rFonts w:ascii="Arial" w:eastAsia="Arial" w:hAnsi="Arial" w:cs="Arial"/>
      <w:sz w:val="14"/>
      <w:szCs w:val="1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2B5CFB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B5CFB"/>
    <w:pPr>
      <w:widowControl w:val="0"/>
      <w:autoSpaceDE w:val="0"/>
      <w:autoSpaceDN w:val="0"/>
      <w:spacing w:before="142"/>
      <w:ind w:left="107"/>
    </w:pPr>
    <w:rPr>
      <w:rFonts w:ascii="Arial" w:eastAsia="Arial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83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526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30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2216">
          <w:marLeft w:val="0"/>
          <w:marRight w:val="0"/>
          <w:marTop w:val="100"/>
          <w:marBottom w:val="480"/>
          <w:divBdr>
            <w:top w:val="none" w:sz="0" w:space="8" w:color="auto"/>
            <w:left w:val="none" w:sz="0" w:space="5" w:color="auto"/>
            <w:bottom w:val="single" w:sz="6" w:space="11" w:color="EFEBE3"/>
            <w:right w:val="none" w:sz="0" w:space="5" w:color="auto"/>
          </w:divBdr>
        </w:div>
        <w:div w:id="18839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8430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527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601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2355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582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037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8183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99849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4874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_Viden\A%20Ny%20identitet%20DM&amp;E\Lokalforeninger\DMEBrevpapir_Sydjydsk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9DCB-79F3-4144-8EC1-DFA40D3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DMEBrevpapir_Sydjydske</Template>
  <TotalTime>14</TotalTime>
  <Pages>1</Pages>
  <Words>171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Ann-Mari Gude-Schmidt</dc:creator>
  <cp:lastModifiedBy>Maria Holm Olesen</cp:lastModifiedBy>
  <cp:revision>6</cp:revision>
  <cp:lastPrinted>2012-12-05T14:51:00Z</cp:lastPrinted>
  <dcterms:created xsi:type="dcterms:W3CDTF">2024-08-15T14:03:00Z</dcterms:created>
  <dcterms:modified xsi:type="dcterms:W3CDTF">2024-10-22T05:53:00Z</dcterms:modified>
</cp:coreProperties>
</file>