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C84A7" w14:textId="1A5C1D0F" w:rsidR="00D94058" w:rsidRPr="00EA5CD7" w:rsidRDefault="00D94058">
      <w:pPr>
        <w:rPr>
          <w:b/>
          <w:color w:val="00A767"/>
          <w:sz w:val="28"/>
          <w:szCs w:val="20"/>
        </w:rPr>
      </w:pPr>
      <w:r w:rsidRPr="00EA5CD7">
        <w:rPr>
          <w:b/>
          <w:color w:val="00A767"/>
          <w:sz w:val="28"/>
          <w:szCs w:val="20"/>
        </w:rPr>
        <w:t>Sagsmappe – ordremodtagelse og kontrolskema – Skema 01</w:t>
      </w:r>
    </w:p>
    <w:p w14:paraId="3C10E3ED" w14:textId="77777777" w:rsidR="00D94058" w:rsidRPr="00D94058" w:rsidRDefault="00D94058">
      <w:pPr>
        <w:rPr>
          <w:color w:val="E94F35"/>
        </w:rPr>
      </w:pPr>
    </w:p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2547"/>
        <w:gridCol w:w="763"/>
        <w:gridCol w:w="1649"/>
        <w:gridCol w:w="620"/>
        <w:gridCol w:w="934"/>
        <w:gridCol w:w="925"/>
        <w:gridCol w:w="2480"/>
      </w:tblGrid>
      <w:tr w:rsidR="00F6189A" w:rsidRPr="00F6189A" w14:paraId="3D8DA401" w14:textId="77777777" w:rsidTr="00F6189A">
        <w:trPr>
          <w:trHeight w:hRule="exact" w:val="851"/>
        </w:trPr>
        <w:tc>
          <w:tcPr>
            <w:tcW w:w="2547" w:type="dxa"/>
          </w:tcPr>
          <w:p w14:paraId="57C67C96" w14:textId="3A4D4429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ORDREMODTAGELSE</w:t>
            </w:r>
          </w:p>
          <w:p w14:paraId="74A672FD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</w:p>
        </w:tc>
        <w:tc>
          <w:tcPr>
            <w:tcW w:w="2412" w:type="dxa"/>
            <w:gridSpan w:val="2"/>
          </w:tcPr>
          <w:p w14:paraId="3096455A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Modtaget af:</w:t>
            </w:r>
          </w:p>
        </w:tc>
        <w:tc>
          <w:tcPr>
            <w:tcW w:w="2479" w:type="dxa"/>
            <w:gridSpan w:val="3"/>
          </w:tcPr>
          <w:p w14:paraId="0FEF67D6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Ordrenr.:</w:t>
            </w:r>
          </w:p>
        </w:tc>
        <w:tc>
          <w:tcPr>
            <w:tcW w:w="2480" w:type="dxa"/>
          </w:tcPr>
          <w:p w14:paraId="6E6F43EC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Dato:</w:t>
            </w:r>
          </w:p>
        </w:tc>
      </w:tr>
      <w:tr w:rsidR="00F6189A" w:rsidRPr="00F6189A" w14:paraId="2604E05B" w14:textId="77777777" w:rsidTr="00F6189A">
        <w:trPr>
          <w:trHeight w:hRule="exact" w:val="454"/>
        </w:trPr>
        <w:tc>
          <w:tcPr>
            <w:tcW w:w="2547" w:type="dxa"/>
          </w:tcPr>
          <w:p w14:paraId="7DD98A29" w14:textId="77777777" w:rsidR="00F6189A" w:rsidRPr="00F6189A" w:rsidRDefault="00F6189A" w:rsidP="003562CF">
            <w:pPr>
              <w:widowControl w:val="0"/>
              <w:spacing w:after="12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Kunde:</w:t>
            </w:r>
          </w:p>
        </w:tc>
        <w:tc>
          <w:tcPr>
            <w:tcW w:w="7371" w:type="dxa"/>
            <w:gridSpan w:val="6"/>
          </w:tcPr>
          <w:p w14:paraId="1D9631E5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</w:p>
        </w:tc>
      </w:tr>
      <w:tr w:rsidR="00F6189A" w:rsidRPr="00F6189A" w14:paraId="327153AF" w14:textId="77777777" w:rsidTr="00F6189A">
        <w:trPr>
          <w:trHeight w:hRule="exact" w:val="454"/>
        </w:trPr>
        <w:tc>
          <w:tcPr>
            <w:tcW w:w="2547" w:type="dxa"/>
          </w:tcPr>
          <w:p w14:paraId="241FC572" w14:textId="77777777" w:rsidR="00F6189A" w:rsidRPr="00F6189A" w:rsidRDefault="00F6189A" w:rsidP="003562CF">
            <w:pPr>
              <w:widowControl w:val="0"/>
              <w:spacing w:after="12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Adresse:</w:t>
            </w:r>
          </w:p>
        </w:tc>
        <w:tc>
          <w:tcPr>
            <w:tcW w:w="7371" w:type="dxa"/>
            <w:gridSpan w:val="6"/>
          </w:tcPr>
          <w:p w14:paraId="71E67DB4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</w:p>
        </w:tc>
      </w:tr>
      <w:tr w:rsidR="00F6189A" w:rsidRPr="00F6189A" w14:paraId="3A609038" w14:textId="77777777" w:rsidTr="00F6189A">
        <w:trPr>
          <w:trHeight w:hRule="exact" w:val="454"/>
        </w:trPr>
        <w:tc>
          <w:tcPr>
            <w:tcW w:w="2547" w:type="dxa"/>
          </w:tcPr>
          <w:p w14:paraId="40A42CA0" w14:textId="77777777" w:rsidR="00F6189A" w:rsidRPr="00F6189A" w:rsidRDefault="00F6189A" w:rsidP="003562CF">
            <w:pPr>
              <w:widowControl w:val="0"/>
              <w:spacing w:after="12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Postnr./By:</w:t>
            </w:r>
          </w:p>
        </w:tc>
        <w:tc>
          <w:tcPr>
            <w:tcW w:w="7371" w:type="dxa"/>
            <w:gridSpan w:val="6"/>
          </w:tcPr>
          <w:p w14:paraId="7550DDF9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</w:p>
        </w:tc>
      </w:tr>
      <w:tr w:rsidR="00F6189A" w:rsidRPr="00F6189A" w14:paraId="531E343E" w14:textId="77777777" w:rsidTr="00F6189A">
        <w:trPr>
          <w:trHeight w:hRule="exact" w:val="454"/>
        </w:trPr>
        <w:tc>
          <w:tcPr>
            <w:tcW w:w="2547" w:type="dxa"/>
          </w:tcPr>
          <w:p w14:paraId="25898A70" w14:textId="77777777" w:rsidR="00F6189A" w:rsidRPr="00F6189A" w:rsidRDefault="00F6189A" w:rsidP="003562CF">
            <w:pPr>
              <w:widowControl w:val="0"/>
              <w:spacing w:after="12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Kontaktperson:</w:t>
            </w:r>
          </w:p>
        </w:tc>
        <w:tc>
          <w:tcPr>
            <w:tcW w:w="7371" w:type="dxa"/>
            <w:gridSpan w:val="6"/>
          </w:tcPr>
          <w:p w14:paraId="2890B937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</w:p>
        </w:tc>
      </w:tr>
      <w:tr w:rsidR="00F6189A" w:rsidRPr="00F6189A" w14:paraId="11180933" w14:textId="77777777" w:rsidTr="00F6189A">
        <w:trPr>
          <w:trHeight w:hRule="exact" w:val="454"/>
        </w:trPr>
        <w:tc>
          <w:tcPr>
            <w:tcW w:w="2547" w:type="dxa"/>
          </w:tcPr>
          <w:p w14:paraId="48C71061" w14:textId="77777777" w:rsidR="00F6189A" w:rsidRPr="00F6189A" w:rsidRDefault="00F6189A" w:rsidP="003562CF">
            <w:pPr>
              <w:widowControl w:val="0"/>
              <w:spacing w:after="12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Arbejdssted:</w:t>
            </w:r>
          </w:p>
        </w:tc>
        <w:tc>
          <w:tcPr>
            <w:tcW w:w="7371" w:type="dxa"/>
            <w:gridSpan w:val="6"/>
          </w:tcPr>
          <w:p w14:paraId="17CC3B9F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</w:p>
        </w:tc>
      </w:tr>
      <w:tr w:rsidR="00F6189A" w:rsidRPr="00F6189A" w14:paraId="37E218F5" w14:textId="77777777" w:rsidTr="003562CF">
        <w:trPr>
          <w:trHeight w:hRule="exact" w:val="760"/>
        </w:trPr>
        <w:tc>
          <w:tcPr>
            <w:tcW w:w="3310" w:type="dxa"/>
            <w:gridSpan w:val="2"/>
          </w:tcPr>
          <w:p w14:paraId="6225931C" w14:textId="77777777" w:rsidR="00F6189A" w:rsidRPr="00F6189A" w:rsidRDefault="00B35260" w:rsidP="003562CF">
            <w:pPr>
              <w:widowControl w:val="0"/>
              <w:rPr>
                <w:szCs w:val="24"/>
              </w:rPr>
            </w:pPr>
            <w:sdt>
              <w:sdtPr>
                <w:rPr>
                  <w:szCs w:val="24"/>
                </w:rPr>
                <w:id w:val="-446082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89A" w:rsidRPr="00F6189A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="00F6189A" w:rsidRPr="00F6189A">
              <w:rPr>
                <w:szCs w:val="24"/>
              </w:rPr>
              <w:t xml:space="preserve">  Tilbud</w:t>
            </w:r>
          </w:p>
          <w:p w14:paraId="5689921B" w14:textId="77777777" w:rsidR="00F6189A" w:rsidRPr="00F6189A" w:rsidRDefault="00B35260" w:rsidP="003562CF">
            <w:pPr>
              <w:widowControl w:val="0"/>
              <w:rPr>
                <w:szCs w:val="24"/>
              </w:rPr>
            </w:pPr>
            <w:sdt>
              <w:sdtPr>
                <w:rPr>
                  <w:szCs w:val="24"/>
                </w:rPr>
                <w:id w:val="1900322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89A" w:rsidRPr="00F6189A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="00F6189A" w:rsidRPr="00F6189A">
              <w:rPr>
                <w:szCs w:val="24"/>
              </w:rPr>
              <w:t xml:space="preserve">  Regning</w:t>
            </w:r>
          </w:p>
        </w:tc>
        <w:tc>
          <w:tcPr>
            <w:tcW w:w="3203" w:type="dxa"/>
            <w:gridSpan w:val="3"/>
          </w:tcPr>
          <w:p w14:paraId="76B6F617" w14:textId="77777777" w:rsidR="00F6189A" w:rsidRPr="00F6189A" w:rsidRDefault="00B35260" w:rsidP="003562CF">
            <w:pPr>
              <w:widowControl w:val="0"/>
              <w:rPr>
                <w:szCs w:val="24"/>
              </w:rPr>
            </w:pPr>
            <w:sdt>
              <w:sdtPr>
                <w:rPr>
                  <w:szCs w:val="24"/>
                </w:rPr>
                <w:id w:val="927697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89A" w:rsidRPr="00F6189A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="00F6189A" w:rsidRPr="00F6189A">
              <w:rPr>
                <w:szCs w:val="24"/>
              </w:rPr>
              <w:t xml:space="preserve">  Forsikringsopgave</w:t>
            </w:r>
          </w:p>
          <w:p w14:paraId="640BB9DA" w14:textId="720FD090" w:rsidR="00F6189A" w:rsidRPr="00F6189A" w:rsidRDefault="00B35260" w:rsidP="003562CF">
            <w:pPr>
              <w:widowControl w:val="0"/>
              <w:rPr>
                <w:szCs w:val="24"/>
              </w:rPr>
            </w:pPr>
            <w:sdt>
              <w:sdtPr>
                <w:rPr>
                  <w:szCs w:val="24"/>
                </w:rPr>
                <w:id w:val="-172567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89A" w:rsidRPr="00F6189A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="00F6189A" w:rsidRPr="00F6189A">
              <w:rPr>
                <w:szCs w:val="24"/>
              </w:rPr>
              <w:t xml:space="preserve">  </w:t>
            </w:r>
            <w:r w:rsidR="0049421F">
              <w:rPr>
                <w:szCs w:val="24"/>
              </w:rPr>
              <w:t>Nedrivning</w:t>
            </w:r>
          </w:p>
        </w:tc>
        <w:tc>
          <w:tcPr>
            <w:tcW w:w="3405" w:type="dxa"/>
            <w:gridSpan w:val="2"/>
          </w:tcPr>
          <w:p w14:paraId="30E5D6CF" w14:textId="77777777" w:rsidR="00F6189A" w:rsidRPr="00F6189A" w:rsidRDefault="00B35260" w:rsidP="003562CF">
            <w:pPr>
              <w:widowControl w:val="0"/>
              <w:rPr>
                <w:szCs w:val="24"/>
              </w:rPr>
            </w:pPr>
            <w:sdt>
              <w:sdtPr>
                <w:rPr>
                  <w:szCs w:val="24"/>
                </w:rPr>
                <w:id w:val="-82558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89A" w:rsidRPr="00F6189A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="00F6189A" w:rsidRPr="00F6189A">
              <w:rPr>
                <w:szCs w:val="24"/>
              </w:rPr>
              <w:t xml:space="preserve">  Reparation</w:t>
            </w:r>
          </w:p>
          <w:p w14:paraId="7C6E8B47" w14:textId="77777777" w:rsidR="00F6189A" w:rsidRPr="00F6189A" w:rsidRDefault="00B35260" w:rsidP="003562CF">
            <w:pPr>
              <w:widowControl w:val="0"/>
              <w:rPr>
                <w:szCs w:val="24"/>
              </w:rPr>
            </w:pPr>
            <w:sdt>
              <w:sdtPr>
                <w:rPr>
                  <w:szCs w:val="24"/>
                </w:rPr>
                <w:id w:val="211740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89A" w:rsidRPr="00F6189A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="00F6189A" w:rsidRPr="00F6189A">
              <w:rPr>
                <w:szCs w:val="24"/>
              </w:rPr>
              <w:t xml:space="preserve">  Ændring/udvidelse</w:t>
            </w:r>
          </w:p>
        </w:tc>
      </w:tr>
      <w:tr w:rsidR="00F6189A" w:rsidRPr="00F6189A" w14:paraId="1970914E" w14:textId="77777777" w:rsidTr="003562CF">
        <w:trPr>
          <w:trHeight w:hRule="exact" w:val="567"/>
        </w:trPr>
        <w:tc>
          <w:tcPr>
            <w:tcW w:w="6513" w:type="dxa"/>
            <w:gridSpan w:val="5"/>
          </w:tcPr>
          <w:p w14:paraId="77E433B6" w14:textId="77777777" w:rsidR="00F6189A" w:rsidRPr="00F6189A" w:rsidRDefault="00F6189A" w:rsidP="003562CF">
            <w:pPr>
              <w:widowControl w:val="0"/>
              <w:spacing w:after="12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Forsikringsselskab:</w:t>
            </w:r>
          </w:p>
        </w:tc>
        <w:tc>
          <w:tcPr>
            <w:tcW w:w="3405" w:type="dxa"/>
            <w:gridSpan w:val="2"/>
          </w:tcPr>
          <w:p w14:paraId="08A0BC9D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Telefon:</w:t>
            </w:r>
          </w:p>
        </w:tc>
      </w:tr>
      <w:tr w:rsidR="00F6189A" w:rsidRPr="00F6189A" w14:paraId="54D570FC" w14:textId="77777777" w:rsidTr="003562CF">
        <w:trPr>
          <w:trHeight w:hRule="exact" w:val="1575"/>
        </w:trPr>
        <w:tc>
          <w:tcPr>
            <w:tcW w:w="9918" w:type="dxa"/>
            <w:gridSpan w:val="7"/>
            <w:tcBorders>
              <w:bottom w:val="single" w:sz="4" w:space="0" w:color="auto"/>
            </w:tcBorders>
          </w:tcPr>
          <w:p w14:paraId="0E830EA4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Arbejdsbeskrivelse:</w:t>
            </w:r>
          </w:p>
        </w:tc>
      </w:tr>
      <w:tr w:rsidR="00F6189A" w:rsidRPr="00F6189A" w14:paraId="1EFEE828" w14:textId="77777777" w:rsidTr="003562CF">
        <w:trPr>
          <w:trHeight w:hRule="exact" w:val="1571"/>
        </w:trPr>
        <w:tc>
          <w:tcPr>
            <w:tcW w:w="6513" w:type="dxa"/>
            <w:gridSpan w:val="5"/>
            <w:tcBorders>
              <w:right w:val="nil"/>
            </w:tcBorders>
          </w:tcPr>
          <w:p w14:paraId="1B5C515C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Aftaler med kunden:</w:t>
            </w:r>
          </w:p>
        </w:tc>
        <w:tc>
          <w:tcPr>
            <w:tcW w:w="3405" w:type="dxa"/>
            <w:gridSpan w:val="2"/>
            <w:tcBorders>
              <w:left w:val="nil"/>
            </w:tcBorders>
          </w:tcPr>
          <w:p w14:paraId="3FA9F9C8" w14:textId="77777777" w:rsidR="00F6189A" w:rsidRPr="00F6189A" w:rsidRDefault="00F6189A" w:rsidP="003562CF">
            <w:pPr>
              <w:widowControl w:val="0"/>
            </w:pPr>
            <w:r w:rsidRPr="00F6189A">
              <w:t>Kr.:</w:t>
            </w:r>
          </w:p>
          <w:p w14:paraId="76E052CE" w14:textId="77777777" w:rsidR="00F6189A" w:rsidRPr="00F6189A" w:rsidRDefault="00F6189A" w:rsidP="003562CF">
            <w:pPr>
              <w:widowControl w:val="0"/>
            </w:pPr>
            <w:r w:rsidRPr="00F6189A">
              <w:t>Moms:</w:t>
            </w:r>
          </w:p>
          <w:p w14:paraId="16D5B148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  <w:r w:rsidRPr="00F6189A">
              <w:t>I alt:</w:t>
            </w:r>
          </w:p>
        </w:tc>
      </w:tr>
      <w:tr w:rsidR="00F6189A" w:rsidRPr="00F6189A" w14:paraId="63FF79FA" w14:textId="77777777" w:rsidTr="003562CF">
        <w:trPr>
          <w:trHeight w:hRule="exact" w:val="2233"/>
        </w:trPr>
        <w:tc>
          <w:tcPr>
            <w:tcW w:w="5579" w:type="dxa"/>
            <w:gridSpan w:val="4"/>
            <w:vMerge w:val="restart"/>
          </w:tcPr>
          <w:p w14:paraId="341D0792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  <w:r w:rsidRPr="00F6189A">
              <w:rPr>
                <w:b/>
                <w:szCs w:val="24"/>
              </w:rPr>
              <w:t>Materialer/maskiner/udstyr (som vi skal medbringe):</w:t>
            </w:r>
          </w:p>
          <w:p w14:paraId="58B838FD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</w:p>
        </w:tc>
        <w:tc>
          <w:tcPr>
            <w:tcW w:w="4339" w:type="dxa"/>
            <w:gridSpan w:val="3"/>
          </w:tcPr>
          <w:p w14:paraId="2E6F30A8" w14:textId="30E8A4F6" w:rsidR="00F6189A" w:rsidRPr="00F6189A" w:rsidRDefault="0049421F" w:rsidP="003562CF">
            <w:pPr>
              <w:widowControl w:val="0"/>
              <w:spacing w:after="120"/>
              <w:rPr>
                <w:b/>
                <w:szCs w:val="24"/>
              </w:rPr>
            </w:pPr>
            <w:r>
              <w:rPr>
                <w:b/>
                <w:szCs w:val="24"/>
              </w:rPr>
              <w:t>Andre oplysninger</w:t>
            </w:r>
            <w:r w:rsidR="00F6189A" w:rsidRPr="00F6189A">
              <w:rPr>
                <w:b/>
                <w:szCs w:val="24"/>
              </w:rPr>
              <w:t>:</w:t>
            </w:r>
          </w:p>
          <w:p w14:paraId="77DC92FA" w14:textId="30FB186B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</w:p>
        </w:tc>
      </w:tr>
      <w:tr w:rsidR="00F6189A" w:rsidRPr="00F6189A" w14:paraId="58D34A1D" w14:textId="77777777" w:rsidTr="003562CF">
        <w:trPr>
          <w:trHeight w:hRule="exact" w:val="567"/>
        </w:trPr>
        <w:tc>
          <w:tcPr>
            <w:tcW w:w="5579" w:type="dxa"/>
            <w:gridSpan w:val="4"/>
            <w:vMerge/>
          </w:tcPr>
          <w:p w14:paraId="5AF76115" w14:textId="77777777" w:rsidR="00F6189A" w:rsidRPr="00F6189A" w:rsidRDefault="00F6189A" w:rsidP="003562CF">
            <w:pPr>
              <w:widowControl w:val="0"/>
              <w:rPr>
                <w:b/>
                <w:szCs w:val="24"/>
              </w:rPr>
            </w:pPr>
          </w:p>
        </w:tc>
        <w:tc>
          <w:tcPr>
            <w:tcW w:w="4339" w:type="dxa"/>
            <w:gridSpan w:val="3"/>
          </w:tcPr>
          <w:p w14:paraId="3F2A678C" w14:textId="77777777" w:rsidR="00F6189A" w:rsidRPr="00F6189A" w:rsidRDefault="00F6189A" w:rsidP="0049421F">
            <w:pPr>
              <w:widowControl w:val="0"/>
              <w:rPr>
                <w:szCs w:val="24"/>
              </w:rPr>
            </w:pPr>
          </w:p>
        </w:tc>
      </w:tr>
      <w:tr w:rsidR="00F6189A" w:rsidRPr="00F6189A" w14:paraId="2395B53F" w14:textId="77777777" w:rsidTr="003562CF">
        <w:trPr>
          <w:trHeight w:hRule="exact" w:val="1701"/>
        </w:trPr>
        <w:tc>
          <w:tcPr>
            <w:tcW w:w="5579" w:type="dxa"/>
            <w:gridSpan w:val="4"/>
          </w:tcPr>
          <w:p w14:paraId="3CCF15B9" w14:textId="77777777" w:rsidR="00F6189A" w:rsidRPr="00F6189A" w:rsidRDefault="00F6189A" w:rsidP="003562CF">
            <w:pPr>
              <w:widowControl w:val="0"/>
              <w:spacing w:after="120"/>
              <w:rPr>
                <w:b/>
              </w:rPr>
            </w:pPr>
            <w:r w:rsidRPr="00F6189A">
              <w:rPr>
                <w:b/>
              </w:rPr>
              <w:t>For bygherre</w:t>
            </w:r>
          </w:p>
          <w:p w14:paraId="6F813637" w14:textId="77777777" w:rsidR="00F6189A" w:rsidRPr="00F6189A" w:rsidRDefault="00F6189A" w:rsidP="003562CF">
            <w:pPr>
              <w:widowControl w:val="0"/>
            </w:pPr>
            <w:r w:rsidRPr="00F6189A">
              <w:t>Underskrift:</w:t>
            </w:r>
          </w:p>
          <w:p w14:paraId="4B09DE48" w14:textId="77777777" w:rsidR="00F6189A" w:rsidRPr="00F6189A" w:rsidRDefault="00F6189A" w:rsidP="003562CF">
            <w:pPr>
              <w:widowControl w:val="0"/>
            </w:pPr>
          </w:p>
          <w:p w14:paraId="54A14533" w14:textId="77777777" w:rsidR="00F6189A" w:rsidRPr="00F6189A" w:rsidRDefault="00F6189A" w:rsidP="003562CF">
            <w:pPr>
              <w:widowControl w:val="0"/>
            </w:pPr>
          </w:p>
          <w:p w14:paraId="49E89596" w14:textId="77777777" w:rsidR="00F6189A" w:rsidRPr="00F6189A" w:rsidRDefault="00F6189A" w:rsidP="003562CF">
            <w:pPr>
              <w:widowControl w:val="0"/>
            </w:pPr>
            <w:r w:rsidRPr="00F6189A">
              <w:t>Dato:</w:t>
            </w:r>
          </w:p>
        </w:tc>
        <w:tc>
          <w:tcPr>
            <w:tcW w:w="4339" w:type="dxa"/>
            <w:gridSpan w:val="3"/>
          </w:tcPr>
          <w:p w14:paraId="7ABF7015" w14:textId="77777777" w:rsidR="00F6189A" w:rsidRPr="00F6189A" w:rsidRDefault="00F6189A" w:rsidP="003562CF">
            <w:pPr>
              <w:widowControl w:val="0"/>
              <w:spacing w:after="120"/>
              <w:rPr>
                <w:b/>
              </w:rPr>
            </w:pPr>
            <w:r w:rsidRPr="00F6189A">
              <w:rPr>
                <w:b/>
              </w:rPr>
              <w:t>For entreprenør</w:t>
            </w:r>
          </w:p>
          <w:p w14:paraId="1D3BD89B" w14:textId="77777777" w:rsidR="00F6189A" w:rsidRPr="00F6189A" w:rsidRDefault="00F6189A" w:rsidP="003562CF">
            <w:pPr>
              <w:widowControl w:val="0"/>
            </w:pPr>
            <w:r w:rsidRPr="00F6189A">
              <w:t>Underskrift:</w:t>
            </w:r>
          </w:p>
          <w:p w14:paraId="1BF17945" w14:textId="77777777" w:rsidR="00F6189A" w:rsidRPr="00F6189A" w:rsidRDefault="00F6189A" w:rsidP="003562CF">
            <w:pPr>
              <w:widowControl w:val="0"/>
            </w:pPr>
          </w:p>
          <w:p w14:paraId="19C60012" w14:textId="77777777" w:rsidR="00F6189A" w:rsidRPr="00F6189A" w:rsidRDefault="00F6189A" w:rsidP="003562CF">
            <w:pPr>
              <w:widowControl w:val="0"/>
            </w:pPr>
          </w:p>
          <w:p w14:paraId="5BFD6843" w14:textId="77777777" w:rsidR="00F6189A" w:rsidRPr="00F6189A" w:rsidRDefault="00F6189A" w:rsidP="003562CF">
            <w:pPr>
              <w:widowControl w:val="0"/>
            </w:pPr>
            <w:r w:rsidRPr="00F6189A">
              <w:t>Dato:</w:t>
            </w:r>
          </w:p>
        </w:tc>
      </w:tr>
    </w:tbl>
    <w:p w14:paraId="415702BC" w14:textId="77777777" w:rsidR="00F6189A" w:rsidRPr="00F6189A" w:rsidRDefault="00F6189A" w:rsidP="00F6189A">
      <w:pPr>
        <w:rPr>
          <w:szCs w:val="24"/>
        </w:rPr>
      </w:pPr>
    </w:p>
    <w:p w14:paraId="5C579F1C" w14:textId="39FADA86" w:rsidR="00D114BF" w:rsidRPr="00F6189A" w:rsidRDefault="00D114BF" w:rsidP="00F6189A"/>
    <w:sectPr w:rsidR="00D114BF" w:rsidRPr="00F6189A" w:rsidSect="00ED021F">
      <w:headerReference w:type="default" r:id="rId8"/>
      <w:footerReference w:type="default" r:id="rId9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Alternates Medium">
    <w:altName w:val="Calibri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0D8BF" w14:textId="73E8C6DD" w:rsidR="00170534" w:rsidRDefault="00170534" w:rsidP="00170534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415B70" wp14:editId="13AC2337">
              <wp:simplePos x="0" y="0"/>
              <wp:positionH relativeFrom="margin">
                <wp:posOffset>3747135</wp:posOffset>
              </wp:positionH>
              <wp:positionV relativeFrom="paragraph">
                <wp:posOffset>-135890</wp:posOffset>
              </wp:positionV>
              <wp:extent cx="2600077" cy="704850"/>
              <wp:effectExtent l="0" t="0" r="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D39FA" w14:textId="47E269F8" w:rsidR="00170534" w:rsidRPr="00C95320" w:rsidRDefault="00EA5CD7" w:rsidP="00170534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Nedriverens</w:t>
                          </w:r>
                          <w:r w:rsidR="00170534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1CD62E93" w14:textId="77777777" w:rsidR="00170534" w:rsidRPr="00E66060" w:rsidRDefault="00170534" w:rsidP="00170534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5FC56F87" w14:textId="77777777" w:rsidR="00170534" w:rsidRPr="00E66060" w:rsidRDefault="00170534" w:rsidP="00170534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proofErr w:type="spellStart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</w:t>
                          </w:r>
                          <w:proofErr w:type="spellEnd"/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34547BBD" w14:textId="42FEC547" w:rsidR="00170534" w:rsidRPr="00E66060" w:rsidRDefault="00170534" w:rsidP="00170534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B352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nedriverens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kontrolinstans.dk</w:t>
                          </w:r>
                        </w:p>
                        <w:p w14:paraId="281BD881" w14:textId="1C848F78" w:rsidR="00170534" w:rsidRPr="00E66060" w:rsidRDefault="00170534" w:rsidP="00170534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C138D7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hb@kkontrol.dk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415B70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05pt;margin-top:-10.7pt;width:204.7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" filled="f" stroked="f">
              <v:textbox>
                <w:txbxContent>
                  <w:p w14:paraId="79ED39FA" w14:textId="47E269F8" w:rsidR="00170534" w:rsidRPr="00C95320" w:rsidRDefault="00EA5CD7" w:rsidP="00170534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Nedriverens</w:t>
                    </w:r>
                    <w:r w:rsidR="00170534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1CD62E93" w14:textId="77777777" w:rsidR="00170534" w:rsidRPr="00E66060" w:rsidRDefault="00170534" w:rsidP="00170534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5FC56F87" w14:textId="77777777" w:rsidR="00170534" w:rsidRPr="00E66060" w:rsidRDefault="00170534" w:rsidP="00170534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proofErr w:type="spellStart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</w:t>
                    </w:r>
                    <w:proofErr w:type="spellEnd"/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34547BBD" w14:textId="42FEC547" w:rsidR="00170534" w:rsidRPr="00E66060" w:rsidRDefault="00170534" w:rsidP="00170534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B35260">
                      <w:rPr>
                        <w:rFonts w:cs="Montserrat Alternates"/>
                        <w:sz w:val="14"/>
                        <w:szCs w:val="14"/>
                      </w:rPr>
                      <w:t>nedriverens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kontrolinstans.dk</w:t>
                    </w:r>
                  </w:p>
                  <w:p w14:paraId="281BD881" w14:textId="1C848F78" w:rsidR="00170534" w:rsidRPr="00E66060" w:rsidRDefault="00170534" w:rsidP="00170534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C138D7">
                      <w:rPr>
                        <w:rFonts w:cs="Montserrat Alternates"/>
                        <w:sz w:val="14"/>
                        <w:szCs w:val="14"/>
                      </w:rPr>
                      <w:t>hb@kkontrol.dk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A5CD7">
      <w:rPr>
        <w:noProof/>
      </w:rPr>
      <w:drawing>
        <wp:inline distT="0" distB="0" distL="0" distR="0" wp14:anchorId="4421F6C2" wp14:editId="2C3EBB01">
          <wp:extent cx="2581275" cy="412153"/>
          <wp:effectExtent l="0" t="0" r="0" b="6985"/>
          <wp:docPr id="1487631658" name="Billede 2" descr="Et billede, der indeholder tekst, Font/skrifttype, Grafik, grafisk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631658" name="Billede 2" descr="Et billede, der indeholder tekst, Font/skrifttype, Grafik, grafisk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817" cy="419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DC8545" w14:textId="0599425A" w:rsidR="00F16611" w:rsidRDefault="00F16611">
    <w:pPr>
      <w:pStyle w:val="Sidehoved"/>
    </w:pP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0534"/>
    <w:rsid w:val="00173FAD"/>
    <w:rsid w:val="001D39A0"/>
    <w:rsid w:val="00210993"/>
    <w:rsid w:val="00217A70"/>
    <w:rsid w:val="003042F1"/>
    <w:rsid w:val="003B7080"/>
    <w:rsid w:val="003C7065"/>
    <w:rsid w:val="00430211"/>
    <w:rsid w:val="0043295C"/>
    <w:rsid w:val="0046790F"/>
    <w:rsid w:val="0047271C"/>
    <w:rsid w:val="0049421F"/>
    <w:rsid w:val="00531B83"/>
    <w:rsid w:val="00544F3B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B5F22"/>
    <w:rsid w:val="006D07F4"/>
    <w:rsid w:val="007303B7"/>
    <w:rsid w:val="00735B3A"/>
    <w:rsid w:val="007621FF"/>
    <w:rsid w:val="00766DCB"/>
    <w:rsid w:val="00833E10"/>
    <w:rsid w:val="00882F57"/>
    <w:rsid w:val="00883B5C"/>
    <w:rsid w:val="008A643D"/>
    <w:rsid w:val="008C71DF"/>
    <w:rsid w:val="008D367A"/>
    <w:rsid w:val="00917004"/>
    <w:rsid w:val="00937109"/>
    <w:rsid w:val="009408ED"/>
    <w:rsid w:val="00975EBF"/>
    <w:rsid w:val="0098081A"/>
    <w:rsid w:val="0099462A"/>
    <w:rsid w:val="009A1ED0"/>
    <w:rsid w:val="009D07AF"/>
    <w:rsid w:val="009E0EA4"/>
    <w:rsid w:val="00A401F7"/>
    <w:rsid w:val="00A61CA9"/>
    <w:rsid w:val="00B25A17"/>
    <w:rsid w:val="00B35260"/>
    <w:rsid w:val="00BA2999"/>
    <w:rsid w:val="00BB1343"/>
    <w:rsid w:val="00BD3417"/>
    <w:rsid w:val="00C138D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D114BF"/>
    <w:rsid w:val="00D3562F"/>
    <w:rsid w:val="00D41A2C"/>
    <w:rsid w:val="00D41FC5"/>
    <w:rsid w:val="00D56465"/>
    <w:rsid w:val="00D63428"/>
    <w:rsid w:val="00D94058"/>
    <w:rsid w:val="00DF44C8"/>
    <w:rsid w:val="00E0054F"/>
    <w:rsid w:val="00E66060"/>
    <w:rsid w:val="00E77783"/>
    <w:rsid w:val="00EA021E"/>
    <w:rsid w:val="00EA5CD7"/>
    <w:rsid w:val="00ED021F"/>
    <w:rsid w:val="00EE3826"/>
    <w:rsid w:val="00F16611"/>
    <w:rsid w:val="00F6189A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styleId="Tabel-Gitter">
    <w:name w:val="Table Grid"/>
    <w:basedOn w:val="Tabel-Normal"/>
    <w:rsid w:val="00F61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DMEBrevpapir_Sydjydske.dotx</Template>
  <TotalTime>19</TotalTime>
  <Pages>1</Pages>
  <Words>72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Claus Clemmensen</cp:lastModifiedBy>
  <cp:revision>9</cp:revision>
  <cp:lastPrinted>2023-12-19T10:27:00Z</cp:lastPrinted>
  <dcterms:created xsi:type="dcterms:W3CDTF">2023-08-09T13:30:00Z</dcterms:created>
  <dcterms:modified xsi:type="dcterms:W3CDTF">2024-09-09T11:44:00Z</dcterms:modified>
</cp:coreProperties>
</file>